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45B97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725736" w:rsidRDefault="00725736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25736">
        <w:rPr>
          <w:rFonts w:ascii="Corbel" w:hAnsi="Corbel"/>
          <w:b/>
          <w:sz w:val="20"/>
          <w:szCs w:val="20"/>
        </w:rPr>
        <w:t xml:space="preserve">Rok akademicki  </w:t>
      </w:r>
      <w:r w:rsidR="00323803" w:rsidRPr="00725736">
        <w:rPr>
          <w:rFonts w:ascii="Corbel" w:hAnsi="Corbel"/>
          <w:b/>
          <w:sz w:val="20"/>
          <w:szCs w:val="20"/>
        </w:rPr>
        <w:t>202</w:t>
      </w:r>
      <w:r w:rsidR="00345B97">
        <w:rPr>
          <w:rFonts w:ascii="Corbel" w:hAnsi="Corbel"/>
          <w:b/>
          <w:sz w:val="20"/>
          <w:szCs w:val="20"/>
        </w:rPr>
        <w:t>2</w:t>
      </w:r>
      <w:r w:rsidR="00323803" w:rsidRPr="00725736">
        <w:rPr>
          <w:rFonts w:ascii="Corbel" w:hAnsi="Corbel"/>
          <w:b/>
          <w:sz w:val="20"/>
          <w:szCs w:val="20"/>
        </w:rPr>
        <w:t>/202</w:t>
      </w:r>
      <w:r w:rsidR="00345B97">
        <w:rPr>
          <w:rFonts w:ascii="Corbel" w:hAnsi="Corbel"/>
          <w:b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25736" w:rsidRDefault="004038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25736">
              <w:rPr>
                <w:rFonts w:ascii="Corbel" w:hAnsi="Corbel"/>
                <w:sz w:val="24"/>
                <w:szCs w:val="24"/>
              </w:rPr>
              <w:t>Historyczno-prawne podstawy funkcjonowania rodziny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0328B" w:rsidRDefault="002032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0328B">
              <w:rPr>
                <w:rStyle w:val="Pogrubienie"/>
                <w:rFonts w:ascii="Corbel" w:hAnsi="Corbel"/>
                <w:spacing w:val="15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A5B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/>
                <w:spacing w:val="15"/>
                <w:sz w:val="24"/>
                <w:szCs w:val="24"/>
              </w:rPr>
              <w:t>Instytut  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25736" w:rsidRDefault="002540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25736">
              <w:rPr>
                <w:rFonts w:ascii="Corbel" w:hAnsi="Corbel"/>
                <w:sz w:val="24"/>
                <w:szCs w:val="24"/>
              </w:rPr>
              <w:t>Rok 1, semestr 1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kierunkowe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B1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r w:rsidR="0001104C"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>arkowska-Gos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7257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7257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7257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257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257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257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257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257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257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257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257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257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7257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540F4" w:rsidP="007257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540F4" w:rsidP="007257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257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257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257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257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257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257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257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540F4" w:rsidP="007257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A1B04" w:rsidRDefault="007A1B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bez oceny</w:t>
      </w:r>
    </w:p>
    <w:p w:rsidR="007A1B04" w:rsidRPr="009C54AE" w:rsidRDefault="007A1B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725736" w:rsidRDefault="00D34C9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Posiadanie  przez studenta  wiedzy z zakresu  podstaw socjologii tj. wiedzy o społeczeństwie.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D34C9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7A1B04" w:rsidRDefault="00D34C9D" w:rsidP="00D34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 w:rsidRPr="007A1B04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Posiadanie  przez studenta  wiedzy z zakresu rozwoju  rodziny i form  życia  rodzinnego  na  przestrzeni wieków.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34C9D" w:rsidP="00D34C9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34C9D" w:rsidRPr="00D34C9D" w:rsidRDefault="00D34C9D" w:rsidP="00D34C9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C9D">
              <w:rPr>
                <w:rFonts w:ascii="Corbel" w:hAnsi="Corbel"/>
                <w:b w:val="0"/>
                <w:sz w:val="24"/>
                <w:szCs w:val="24"/>
              </w:rPr>
              <w:t>Nabycie przez studenta  świadomości w zakresie  wpływu rozwoju cywilizacji na</w:t>
            </w:r>
          </w:p>
          <w:p w:rsidR="00D34C9D" w:rsidRPr="00D34C9D" w:rsidRDefault="00D34C9D" w:rsidP="00D34C9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C9D">
              <w:rPr>
                <w:rFonts w:ascii="Corbel" w:hAnsi="Corbel"/>
                <w:b w:val="0"/>
                <w:sz w:val="24"/>
                <w:szCs w:val="24"/>
              </w:rPr>
              <w:t>ewolucję  społeczeństwa, co nie  jest  obojętne, tak dla jednostki, jak  też rodziny</w:t>
            </w:r>
          </w:p>
          <w:p w:rsidR="0085747A" w:rsidRPr="00D34C9D" w:rsidRDefault="00D34C9D" w:rsidP="00D34C9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C9D">
              <w:rPr>
                <w:rFonts w:ascii="Corbel" w:hAnsi="Corbel"/>
                <w:b w:val="0"/>
                <w:sz w:val="24"/>
                <w:szCs w:val="24"/>
              </w:rPr>
              <w:t>odbijającej zmiany społeczne.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D34C9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34C9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D34C9D" w:rsidRPr="00D34C9D" w:rsidRDefault="00D34C9D" w:rsidP="00D34C9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C9D">
              <w:rPr>
                <w:rFonts w:ascii="Corbel" w:hAnsi="Corbel"/>
                <w:b w:val="0"/>
                <w:sz w:val="24"/>
                <w:szCs w:val="24"/>
              </w:rPr>
              <w:t>Nabycie  przez studenta   wiedzy z zakresu wiodących zagadnień  prawa rodzinnego</w:t>
            </w:r>
          </w:p>
          <w:p w:rsidR="0085747A" w:rsidRPr="00D34C9D" w:rsidRDefault="00D34C9D" w:rsidP="00D34C9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C9D">
              <w:rPr>
                <w:rFonts w:ascii="Corbel" w:hAnsi="Corbel"/>
                <w:b w:val="0"/>
                <w:sz w:val="24"/>
                <w:szCs w:val="24"/>
              </w:rPr>
              <w:t>(zarys problematyki).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8A4C42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8A4C42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D34C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B04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Przedstawi podmiotowe i metodologiczne powiązania wiedzy z zakresu nauk o rodzinie z historią,  socjologią, prawem.</w:t>
            </w:r>
          </w:p>
        </w:tc>
        <w:tc>
          <w:tcPr>
            <w:tcW w:w="1865" w:type="dxa"/>
          </w:tcPr>
          <w:p w:rsidR="0085747A" w:rsidRPr="009C54AE" w:rsidRDefault="008A4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8A4C42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8A4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B04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 xml:space="preserve">Dokona charakterystyki podstawowej wiedzy o  </w:t>
            </w:r>
            <w:proofErr w:type="spellStart"/>
            <w:r w:rsidRPr="007A1B04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o</w:t>
            </w:r>
            <w:proofErr w:type="spellEnd"/>
            <w:r w:rsidRPr="007A1B04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 xml:space="preserve"> funkcjonowaniu rodziny na przestrzeni  rozwoju historycznego społeczeństw .</w:t>
            </w:r>
          </w:p>
        </w:tc>
        <w:tc>
          <w:tcPr>
            <w:tcW w:w="1865" w:type="dxa"/>
          </w:tcPr>
          <w:p w:rsidR="0085747A" w:rsidRPr="009C54AE" w:rsidRDefault="008A4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:rsidTr="008A4C42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34C9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8A4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B04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 xml:space="preserve">Przedstawi historyczne, ekonomiczne i </w:t>
            </w:r>
            <w:proofErr w:type="spellStart"/>
            <w:r w:rsidRPr="007A1B04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socjo</w:t>
            </w:r>
            <w:proofErr w:type="spellEnd"/>
            <w:r w:rsidRPr="007A1B04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-kulturowe  uwarunkowania funkcjonowania  rodziny na  przestrzeni wieków.</w:t>
            </w:r>
          </w:p>
        </w:tc>
        <w:tc>
          <w:tcPr>
            <w:tcW w:w="1865" w:type="dxa"/>
          </w:tcPr>
          <w:p w:rsidR="0085747A" w:rsidRPr="009C54AE" w:rsidRDefault="008A4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A4C42" w:rsidRPr="009C54AE" w:rsidTr="008A4C42">
        <w:tc>
          <w:tcPr>
            <w:tcW w:w="1681" w:type="dxa"/>
          </w:tcPr>
          <w:p w:rsidR="008A4C42" w:rsidRPr="009C54AE" w:rsidRDefault="008A4C42" w:rsidP="008A4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4C42" w:rsidRPr="007A1B04" w:rsidRDefault="008A4C42" w:rsidP="008A4C42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7A1B04">
              <w:rPr>
                <w:rFonts w:ascii="Corbel" w:hAnsi="Corbel" w:cs="Times New Roman"/>
                <w:lang w:val="pl-PL"/>
              </w:rPr>
              <w:t>Zastosuje przepisy prawa odnoszące się do rodziny  adekwatnie do zaistniałej w konkretnej rzeczywistości</w:t>
            </w:r>
          </w:p>
          <w:p w:rsidR="008A4C42" w:rsidRPr="007A1B04" w:rsidRDefault="008A4C42" w:rsidP="008A4C42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7A1B04">
              <w:rPr>
                <w:rFonts w:ascii="Corbel" w:hAnsi="Corbel" w:cs="Times New Roman"/>
                <w:lang w:val="pl-PL"/>
              </w:rPr>
              <w:t>społecznej  sytuacji  w czasach współczesnych, z możliwością jej retrospekcji,  w kontekście  warunków</w:t>
            </w:r>
          </w:p>
          <w:p w:rsidR="008A4C42" w:rsidRPr="007A1B04" w:rsidRDefault="008A4C42" w:rsidP="008A4C42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7A1B04">
              <w:rPr>
                <w:rFonts w:ascii="Corbel" w:hAnsi="Corbel" w:cs="Times New Roman"/>
                <w:lang w:val="pl-PL"/>
              </w:rPr>
              <w:t>społeczno-kulturowych w  uprzednich epokach.</w:t>
            </w:r>
          </w:p>
        </w:tc>
        <w:tc>
          <w:tcPr>
            <w:tcW w:w="1865" w:type="dxa"/>
          </w:tcPr>
          <w:p w:rsidR="008A4C42" w:rsidRPr="009C54AE" w:rsidRDefault="008A4C42" w:rsidP="008A4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A4C42" w:rsidRPr="009C54AE" w:rsidTr="008A4C42">
        <w:tc>
          <w:tcPr>
            <w:tcW w:w="1681" w:type="dxa"/>
          </w:tcPr>
          <w:p w:rsidR="008A4C42" w:rsidRPr="009C54AE" w:rsidRDefault="008A4C42" w:rsidP="008A4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8A4C42" w:rsidRPr="009C54AE" w:rsidRDefault="008A4C42" w:rsidP="008A4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B04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Sformułuje swoje stanowisko dotyczące funkcjonowania rodziny na przestrzeni  rozwoju  historycznego społeczeństw, z wykorzystaniem poglądów innych autorów odwołując się do interdyscyplinarnych źródeł naukowych (historycznych, socjologicznych, prawnych) i wyciąga adekwatne wnioski.</w:t>
            </w:r>
          </w:p>
        </w:tc>
        <w:tc>
          <w:tcPr>
            <w:tcW w:w="1865" w:type="dxa"/>
          </w:tcPr>
          <w:p w:rsidR="008A4C42" w:rsidRPr="009C54AE" w:rsidRDefault="008A4C42" w:rsidP="008A4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A4C42" w:rsidRPr="009C54AE" w:rsidTr="008A4C42">
        <w:tc>
          <w:tcPr>
            <w:tcW w:w="1681" w:type="dxa"/>
          </w:tcPr>
          <w:p w:rsidR="008A4C42" w:rsidRPr="009C54AE" w:rsidRDefault="008A4C42" w:rsidP="008A4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8A4C42" w:rsidRPr="009C54AE" w:rsidRDefault="008A4C42" w:rsidP="008A4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B04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 xml:space="preserve">Dokona krytycznej oceny posiadanej wiedzy, co wynika m.in. z interdyscyplinarności źródeł naukowych  przedmiotu studiów „historyczno-prawnych podstaw funkcjonowania  rodziny.   </w:t>
            </w:r>
          </w:p>
        </w:tc>
        <w:tc>
          <w:tcPr>
            <w:tcW w:w="1865" w:type="dxa"/>
          </w:tcPr>
          <w:p w:rsidR="008A4C42" w:rsidRPr="009C54AE" w:rsidRDefault="008A4C42" w:rsidP="008A4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8A4C4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4C42" w:rsidRPr="009C54AE" w:rsidTr="008A4C4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t>1. Zagadnienia wprowadzające: definicja rodziny, małżeństwo jako tradycyjna forma życia rodzinnego (małżeństwo w naukach społecznych: definicje, kryteria doboru partnera/</w:t>
            </w:r>
            <w:proofErr w:type="spellStart"/>
            <w:r w:rsidRPr="008A4C42">
              <w:rPr>
                <w:rFonts w:ascii="Corbel" w:hAnsi="Corbel"/>
                <w:sz w:val="24"/>
                <w:szCs w:val="24"/>
              </w:rPr>
              <w:t>rki</w:t>
            </w:r>
            <w:proofErr w:type="spellEnd"/>
            <w:r w:rsidRPr="008A4C42">
              <w:rPr>
                <w:rFonts w:ascii="Corbel" w:hAnsi="Corbel"/>
                <w:sz w:val="24"/>
                <w:szCs w:val="24"/>
              </w:rPr>
              <w:t xml:space="preserve">, miłość – definicja  i jej komponenty), struktura rodziny, funkcje  i zadania.   </w:t>
            </w:r>
          </w:p>
        </w:tc>
      </w:tr>
      <w:tr w:rsidR="008A4C42" w:rsidRPr="009C54AE" w:rsidTr="00FA4915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lastRenderedPageBreak/>
              <w:t>2.</w:t>
            </w:r>
            <w:r w:rsidR="0001104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A4C42">
              <w:rPr>
                <w:rFonts w:ascii="Corbel" w:hAnsi="Corbel"/>
                <w:sz w:val="24"/>
                <w:szCs w:val="24"/>
              </w:rPr>
              <w:t>Rozwój rodziny i zbiorowości związanych z pokrewieństwem w czasach prehistorii ludzkości.</w:t>
            </w:r>
          </w:p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t>Rodzina w myśli starożytnej:</w:t>
            </w:r>
          </w:p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t>- rodzina w starożytnej Grecji i Rzymie: prawo, obyczajowość i obrzędowość, funkcje i rola rodziny w państwie, pozycja męża  i żony, relacje dzieci – rodzice, opieka  i wychowanie, krewni i powinowaci.</w:t>
            </w:r>
          </w:p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t>Małżeństwo i rodzina w dawnym judaizmie i wczesnym chrześcijaństwie.</w:t>
            </w:r>
          </w:p>
        </w:tc>
      </w:tr>
      <w:tr w:rsidR="008A4C42" w:rsidRPr="009C54AE" w:rsidTr="008A4C42">
        <w:tc>
          <w:tcPr>
            <w:tcW w:w="9520" w:type="dxa"/>
            <w:tcBorders>
              <w:left w:val="single" w:sz="4" w:space="0" w:color="00000A"/>
              <w:right w:val="single" w:sz="4" w:space="0" w:color="00000A"/>
            </w:tcBorders>
          </w:tcPr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t>3.</w:t>
            </w:r>
            <w:r w:rsidR="0001104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A4C42">
              <w:rPr>
                <w:rFonts w:ascii="Corbel" w:hAnsi="Corbel"/>
                <w:sz w:val="24"/>
                <w:szCs w:val="24"/>
              </w:rPr>
              <w:t>Małżeństwo i rodzin w Średniowieczu – rola katolickiej myśli społecznej w kreowaniu  nakazów  i zakazów  dotyczących małżeństwa  i rodziny. Status  kobiet  i dziecka.</w:t>
            </w:r>
          </w:p>
        </w:tc>
      </w:tr>
      <w:tr w:rsidR="008A4C42" w:rsidRPr="009C54AE" w:rsidTr="005F49B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t>4.</w:t>
            </w:r>
            <w:r w:rsidR="0001104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A4C42">
              <w:rPr>
                <w:rFonts w:ascii="Corbel" w:hAnsi="Corbel"/>
                <w:sz w:val="24"/>
                <w:szCs w:val="24"/>
              </w:rPr>
              <w:t>Rodzina epoki Renesansu –  nowe i stare ideały kobiety, małżeństwa i rodziny (rodzina ziemiańska  i mieszczańska).</w:t>
            </w:r>
          </w:p>
        </w:tc>
      </w:tr>
      <w:tr w:rsidR="008A4C42" w:rsidRPr="009C54AE" w:rsidTr="008A4C42">
        <w:tc>
          <w:tcPr>
            <w:tcW w:w="9520" w:type="dxa"/>
            <w:tcBorders>
              <w:left w:val="single" w:sz="4" w:space="0" w:color="00000A"/>
              <w:right w:val="single" w:sz="4" w:space="0" w:color="00000A"/>
            </w:tcBorders>
          </w:tcPr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t>5.</w:t>
            </w:r>
            <w:r w:rsidR="0001104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A4C42">
              <w:rPr>
                <w:rFonts w:ascii="Corbel" w:hAnsi="Corbel"/>
                <w:sz w:val="24"/>
                <w:szCs w:val="24"/>
              </w:rPr>
              <w:t>Miłość małżeńska i miłość macierzyńska jako wzorce  dla rodziny epoki Oświecenia, role  kobiece i role męskie, podział władzy w rodzini</w:t>
            </w:r>
            <w:r w:rsidR="0001104C">
              <w:rPr>
                <w:rFonts w:ascii="Corbel" w:hAnsi="Corbel"/>
                <w:sz w:val="24"/>
                <w:szCs w:val="24"/>
              </w:rPr>
              <w:t>e</w:t>
            </w:r>
            <w:r w:rsidRPr="008A4C42">
              <w:rPr>
                <w:rFonts w:ascii="Corbel" w:hAnsi="Corbel"/>
                <w:sz w:val="24"/>
                <w:szCs w:val="24"/>
              </w:rPr>
              <w:t>, edukacja i wychowanie dzieci.</w:t>
            </w:r>
          </w:p>
        </w:tc>
      </w:tr>
      <w:tr w:rsidR="008A4C42" w:rsidRPr="009C54AE" w:rsidTr="008A4C42">
        <w:tc>
          <w:tcPr>
            <w:tcW w:w="9520" w:type="dxa"/>
            <w:tcBorders>
              <w:left w:val="single" w:sz="4" w:space="0" w:color="00000A"/>
              <w:right w:val="single" w:sz="4" w:space="0" w:color="00000A"/>
            </w:tcBorders>
          </w:tcPr>
          <w:p w:rsidR="008A4C42" w:rsidRPr="008A4C42" w:rsidRDefault="008A4C42" w:rsidP="008A4C42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8A4C42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6. Rodzina ery  przemysłowej</w:t>
            </w:r>
            <w:r w:rsidR="0001104C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8A4C42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- równouprawnienie płci,</w:t>
            </w:r>
            <w:r w:rsidR="0001104C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8A4C42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aktywność zawodowa kobiet, prawa dziecka, przemiany w strukturze i sposobach realizacji zadań  i funkcji rodziny.</w:t>
            </w:r>
          </w:p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A1B04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Stosunki rodzinne  i ich normatywnie  uregulowany wzór  kulturowy  w Polsce – konstytucja, kodeks rodzinny i opiekuńczy.</w:t>
            </w:r>
          </w:p>
        </w:tc>
      </w:tr>
      <w:tr w:rsidR="008A4C42" w:rsidRPr="009C54AE" w:rsidTr="008A4C42">
        <w:tc>
          <w:tcPr>
            <w:tcW w:w="9520" w:type="dxa"/>
            <w:tcBorders>
              <w:left w:val="single" w:sz="4" w:space="0" w:color="00000A"/>
              <w:right w:val="single" w:sz="4" w:space="0" w:color="00000A"/>
            </w:tcBorders>
          </w:tcPr>
          <w:p w:rsidR="008A4C42" w:rsidRPr="008A4C42" w:rsidRDefault="008A4C42" w:rsidP="008A4C42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8A4C42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7. Era postindustrialna – zagadnienia wprowadzające:</w:t>
            </w:r>
          </w:p>
          <w:p w:rsidR="008A4C42" w:rsidRPr="008A4C42" w:rsidRDefault="008A4C42" w:rsidP="008A4C42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8A4C42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-   dewaluacja  instytucji małżeństwa jako tradycyjnej  formy życia rodzinnego w epoce „płynnej nowoczesności</w:t>
            </w:r>
            <w:r w:rsidR="00736AD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”</w:t>
            </w:r>
            <w:r w:rsidRPr="008A4C42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 i  deprecj</w:t>
            </w:r>
            <w:r w:rsidR="00736AD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acj</w:t>
            </w:r>
            <w:r w:rsidRPr="008A4C42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a  w społeczeństwie  paradygmatu  trwałości  rodziny,</w:t>
            </w:r>
          </w:p>
          <w:p w:rsidR="008A4C42" w:rsidRPr="008A4C42" w:rsidRDefault="008A4C42" w:rsidP="008A4C42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8A4C42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 -</w:t>
            </w:r>
            <w:r w:rsidR="00736AD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Pr="008A4C42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alternatywne  formy życia rodzinnego (np. związków  </w:t>
            </w:r>
            <w:proofErr w:type="spellStart"/>
            <w:r w:rsidRPr="008A4C42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kohabitacyjnych</w:t>
            </w:r>
            <w:proofErr w:type="spellEnd"/>
            <w:r w:rsidRPr="008A4C42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) i poszukiwanie    </w:t>
            </w:r>
          </w:p>
          <w:p w:rsidR="008A4C42" w:rsidRPr="008A4C42" w:rsidRDefault="008A4C42" w:rsidP="008A4C42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</w:pPr>
            <w:r w:rsidRPr="008A4C42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 xml:space="preserve">   nowego wymiaru bliskości  kobiety i mężczyzny</w:t>
            </w:r>
            <w:r w:rsidR="00736AD8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</w:rPr>
              <w:t>,</w:t>
            </w:r>
          </w:p>
          <w:p w:rsidR="008A4C42" w:rsidRPr="008A4C42" w:rsidRDefault="008A4C42" w:rsidP="00736AD8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A1B04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indywidualizacja  życia  a prokreacja  i solidarność  rodzin</w:t>
            </w:r>
            <w:r w:rsidR="00736AD8" w:rsidRPr="007A1B04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</w:tr>
      <w:tr w:rsidR="008A4C42" w:rsidRPr="009C54AE" w:rsidTr="0090144F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t>8. Zagadnienia  o charakterze szczególnym:</w:t>
            </w:r>
          </w:p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t>-</w:t>
            </w:r>
            <w:r w:rsidR="00736A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A4C42">
              <w:rPr>
                <w:rFonts w:ascii="Corbel" w:hAnsi="Corbel"/>
                <w:sz w:val="24"/>
                <w:szCs w:val="24"/>
              </w:rPr>
              <w:t>ewolucja rodzin w Polsce w koncepcji Z. Tyszki;</w:t>
            </w:r>
          </w:p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t>- ewolucja rodziny w Polsce według  F. Adamskiego;</w:t>
            </w:r>
          </w:p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t>- współczesna rodzina  jako swoisty „interfejs”</w:t>
            </w:r>
            <w:r w:rsidR="00736A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A4C42">
              <w:rPr>
                <w:rFonts w:ascii="Corbel" w:hAnsi="Corbel"/>
                <w:sz w:val="24"/>
                <w:szCs w:val="24"/>
              </w:rPr>
              <w:t xml:space="preserve">w propozycji A. Gizy </w:t>
            </w:r>
            <w:proofErr w:type="spellStart"/>
            <w:r w:rsidRPr="008A4C42">
              <w:rPr>
                <w:rFonts w:ascii="Corbel" w:hAnsi="Corbel"/>
                <w:sz w:val="24"/>
                <w:szCs w:val="24"/>
              </w:rPr>
              <w:t>Poleszczuk</w:t>
            </w:r>
            <w:proofErr w:type="spellEnd"/>
            <w:r w:rsidRPr="008A4C42">
              <w:rPr>
                <w:rFonts w:ascii="Corbel" w:hAnsi="Corbel"/>
                <w:sz w:val="24"/>
                <w:szCs w:val="24"/>
              </w:rPr>
              <w:t xml:space="preserve"> w kontekście</w:t>
            </w:r>
          </w:p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t>teorii „stawania się</w:t>
            </w:r>
            <w:r w:rsidR="00736A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A4C42">
              <w:rPr>
                <w:rFonts w:ascii="Corbel" w:hAnsi="Corbel"/>
                <w:sz w:val="24"/>
                <w:szCs w:val="24"/>
              </w:rPr>
              <w:t>społeczeństwa</w:t>
            </w:r>
            <w:r w:rsidR="00736AD8">
              <w:rPr>
                <w:rFonts w:ascii="Corbel" w:hAnsi="Corbel"/>
                <w:sz w:val="24"/>
                <w:szCs w:val="24"/>
              </w:rPr>
              <w:t>”</w:t>
            </w:r>
            <w:r w:rsidRPr="008A4C42">
              <w:rPr>
                <w:rFonts w:ascii="Corbel" w:hAnsi="Corbel"/>
                <w:sz w:val="24"/>
                <w:szCs w:val="24"/>
              </w:rPr>
              <w:t xml:space="preserve"> P. Sztompki w epoce postindustrialnej;</w:t>
            </w:r>
          </w:p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t xml:space="preserve">- związki typu DINKS i LAT i ich </w:t>
            </w:r>
            <w:proofErr w:type="spellStart"/>
            <w:r w:rsidRPr="008A4C42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8A4C42">
              <w:rPr>
                <w:rFonts w:ascii="Corbel" w:hAnsi="Corbel"/>
                <w:sz w:val="24"/>
                <w:szCs w:val="24"/>
              </w:rPr>
              <w:t>–kulturowe  uwarunkowania,</w:t>
            </w:r>
          </w:p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t>- singiel, jako nowy styl życia,</w:t>
            </w:r>
          </w:p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t>- dziecko   i jego status  we współczesnej  rodzinie – aspekty socjologiczno-prawne</w:t>
            </w:r>
            <w:r w:rsidR="00736AD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A4C42" w:rsidRPr="009C54AE" w:rsidTr="0090144F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t>9. Regulacje  prawne dotyczące  małżeństwa i rodziny oraz władzy rodzicielskiej ,w:</w:t>
            </w:r>
          </w:p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t xml:space="preserve">    -</w:t>
            </w:r>
            <w:r w:rsidR="00736A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A4C42">
              <w:rPr>
                <w:rFonts w:ascii="Corbel" w:hAnsi="Corbel"/>
                <w:sz w:val="24"/>
                <w:szCs w:val="24"/>
              </w:rPr>
              <w:t>Polsce;</w:t>
            </w:r>
          </w:p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t>- Unii  Europejskiej (analiza zagadnienia w zależności od potrzeb i zainteresowań</w:t>
            </w:r>
            <w:r w:rsidRPr="008A4C4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8A4C42">
              <w:rPr>
                <w:rFonts w:ascii="Corbel" w:hAnsi="Corbel"/>
                <w:sz w:val="24"/>
                <w:szCs w:val="24"/>
              </w:rPr>
              <w:t>studentów)</w:t>
            </w:r>
            <w:r w:rsidR="00736AD8">
              <w:rPr>
                <w:rFonts w:ascii="Corbel" w:hAnsi="Corbel"/>
                <w:sz w:val="24"/>
                <w:szCs w:val="24"/>
              </w:rPr>
              <w:t>.</w:t>
            </w:r>
          </w:p>
          <w:p w:rsidR="008A4C42" w:rsidRPr="008A4C42" w:rsidRDefault="008A4C42" w:rsidP="008A4C4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A4C42">
              <w:rPr>
                <w:rFonts w:ascii="Corbel" w:hAnsi="Corbel"/>
                <w:sz w:val="24"/>
                <w:szCs w:val="24"/>
              </w:rPr>
              <w:t xml:space="preserve">Zasygnalizowanie  problematyki, w kontekście konkretnych rozwiązań  prawnych dotyczących sytuacji powszechnie występujących we współczesnym </w:t>
            </w:r>
            <w:r>
              <w:rPr>
                <w:rFonts w:ascii="Corbel" w:hAnsi="Corbel"/>
                <w:sz w:val="24"/>
                <w:szCs w:val="24"/>
              </w:rPr>
              <w:t xml:space="preserve">społeczeństwie </w:t>
            </w:r>
            <w:r w:rsidRPr="008A4C42">
              <w:rPr>
                <w:rFonts w:ascii="Corbel" w:hAnsi="Corbel"/>
                <w:sz w:val="24"/>
                <w:szCs w:val="24"/>
              </w:rPr>
              <w:t xml:space="preserve">w sferze życia   małżeńsko-rodzinnego.  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2573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725736">
        <w:tc>
          <w:tcPr>
            <w:tcW w:w="9520" w:type="dxa"/>
          </w:tcPr>
          <w:p w:rsidR="0085747A" w:rsidRPr="009C54AE" w:rsidRDefault="007257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A4C42" w:rsidRPr="008A4C42" w:rsidRDefault="008A4C42" w:rsidP="009C54AE">
      <w:pPr>
        <w:pStyle w:val="Punktygwne"/>
        <w:spacing w:before="0" w:after="0"/>
        <w:jc w:val="both"/>
        <w:rPr>
          <w:rFonts w:ascii="Corbel" w:eastAsia="SimSun" w:hAnsi="Corbel" w:cs="Mangal"/>
          <w:b w:val="0"/>
          <w:kern w:val="3"/>
          <w:szCs w:val="24"/>
          <w:lang w:val="en-US" w:eastAsia="zh-CN" w:bidi="hi-IN"/>
        </w:rPr>
      </w:pPr>
      <w:r w:rsidRPr="008A4C42">
        <w:rPr>
          <w:rFonts w:ascii="Corbel" w:hAnsi="Corbel"/>
          <w:b w:val="0"/>
          <w:smallCaps w:val="0"/>
        </w:rPr>
        <w:lastRenderedPageBreak/>
        <w:t>wykład problemowy, dyskusja</w:t>
      </w:r>
    </w:p>
    <w:p w:rsidR="008A4C42" w:rsidRDefault="008A4C42" w:rsidP="009C54AE">
      <w:pPr>
        <w:pStyle w:val="Punktygwne"/>
        <w:spacing w:before="0" w:after="0"/>
        <w:jc w:val="both"/>
        <w:rPr>
          <w:rFonts w:ascii="Corbel" w:eastAsia="SimSun" w:hAnsi="Corbel" w:cs="Mangal"/>
          <w:b w:val="0"/>
          <w:bCs/>
          <w:kern w:val="3"/>
          <w:szCs w:val="24"/>
          <w:lang w:val="en-US" w:eastAsia="zh-CN" w:bidi="hi-IN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FA507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A03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A03B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A507B" w:rsidRPr="009C54AE" w:rsidTr="00FA507B">
        <w:tc>
          <w:tcPr>
            <w:tcW w:w="1962" w:type="dxa"/>
            <w:vAlign w:val="center"/>
          </w:tcPr>
          <w:p w:rsidR="00FA507B" w:rsidRPr="009C54AE" w:rsidRDefault="00FA507B" w:rsidP="00F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FA507B" w:rsidRDefault="00FA507B" w:rsidP="00F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17" w:type="dxa"/>
            <w:vAlign w:val="center"/>
          </w:tcPr>
          <w:p w:rsidR="00FA507B" w:rsidRPr="009C54AE" w:rsidRDefault="00FA507B" w:rsidP="00F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:rsidTr="00FA507B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FA50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85747A" w:rsidRPr="009C54AE" w:rsidRDefault="00FA50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A4C42" w:rsidRPr="009C54AE" w:rsidTr="00FA507B">
        <w:tc>
          <w:tcPr>
            <w:tcW w:w="1962" w:type="dxa"/>
          </w:tcPr>
          <w:p w:rsidR="008A4C42" w:rsidRPr="009C54AE" w:rsidRDefault="008A4C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8A4C42" w:rsidRPr="009C54AE" w:rsidRDefault="00FA50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8A4C42" w:rsidRPr="009C54AE" w:rsidRDefault="00FA50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A4C42" w:rsidRPr="009C54AE" w:rsidTr="00FA507B">
        <w:tc>
          <w:tcPr>
            <w:tcW w:w="1962" w:type="dxa"/>
          </w:tcPr>
          <w:p w:rsidR="008A4C42" w:rsidRPr="009C54AE" w:rsidRDefault="008A4C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8A4C42" w:rsidRPr="009C54AE" w:rsidRDefault="00FA50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8A4C42" w:rsidRPr="009C54AE" w:rsidRDefault="00FA50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A4C42" w:rsidRPr="009C54AE" w:rsidTr="00FA507B">
        <w:tc>
          <w:tcPr>
            <w:tcW w:w="1962" w:type="dxa"/>
          </w:tcPr>
          <w:p w:rsidR="008A4C42" w:rsidRPr="009C54AE" w:rsidRDefault="008A4C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8A4C42" w:rsidRPr="009C54AE" w:rsidRDefault="00FA50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8A4C42" w:rsidRPr="009C54AE" w:rsidRDefault="00FA50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A507B" w:rsidRPr="009C54AE" w:rsidTr="00FA507B">
        <w:tc>
          <w:tcPr>
            <w:tcW w:w="1962" w:type="dxa"/>
          </w:tcPr>
          <w:p w:rsidR="00FA507B" w:rsidRDefault="00FA50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FA507B" w:rsidRDefault="00FA50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</w:t>
            </w:r>
          </w:p>
        </w:tc>
        <w:tc>
          <w:tcPr>
            <w:tcW w:w="2117" w:type="dxa"/>
          </w:tcPr>
          <w:p w:rsidR="00FA507B" w:rsidRPr="009C54AE" w:rsidRDefault="00FA50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2A03B9" w:rsidRDefault="00FA50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Uzyskanie  przez studenta  pozytywnej oceny </w:t>
            </w:r>
            <w:r w:rsidRPr="00736AD8">
              <w:rPr>
                <w:rFonts w:ascii="Corbel" w:hAnsi="Corbel"/>
                <w:b w:val="0"/>
                <w:smallCaps w:val="0"/>
              </w:rPr>
              <w:t>z pracy projektowej.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A507B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A507B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A507B" w:rsidP="00161D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A507B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FA507B" w:rsidP="00161D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2,5</w:t>
            </w:r>
          </w:p>
        </w:tc>
      </w:tr>
      <w:tr w:rsidR="00FA507B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FA507B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A507B">
              <w:rPr>
                <w:rFonts w:ascii="Corbel" w:hAnsi="Corbel"/>
                <w:sz w:val="24"/>
                <w:szCs w:val="24"/>
              </w:rPr>
              <w:t>studiowanie literatury, napisanie pracy projektowej)</w:t>
            </w:r>
          </w:p>
        </w:tc>
        <w:tc>
          <w:tcPr>
            <w:tcW w:w="4677" w:type="dxa"/>
          </w:tcPr>
          <w:p w:rsidR="00C61DC5" w:rsidRPr="009C54AE" w:rsidRDefault="00FA507B" w:rsidP="00161D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32,5</w:t>
            </w:r>
          </w:p>
        </w:tc>
      </w:tr>
      <w:tr w:rsidR="00FA507B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A507B" w:rsidP="00161D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A507B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540F4" w:rsidP="00161D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A507B" w:rsidRPr="00FA507B" w:rsidRDefault="00FA507B" w:rsidP="00FA50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1.J. </w:t>
            </w:r>
            <w:proofErr w:type="spellStart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L.Flandrin</w:t>
            </w:r>
            <w:proofErr w:type="spellEnd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Historia rodziny (przeł. </w:t>
            </w:r>
            <w:proofErr w:type="spellStart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Kuryś</w:t>
            </w:r>
            <w:proofErr w:type="spellEnd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A.), Volumen: Liga Republikańska, Warszawa 1998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FA507B" w:rsidRPr="00FA507B" w:rsidRDefault="00FA507B" w:rsidP="00FA50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2.Gizowski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M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 Społeczno-ekonomiczny kontekst  przemiany modelu  rodziny na  przestrzeni dziejów świata zachodniego w epokach starożytności feudalizmu i kapitalizmu,  Roczniki Teologiczne, TOM LI,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Zeszyt 10 /2007 r.</w:t>
            </w:r>
            <w:r w:rsidR="00736AD8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s.:303-317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FA507B" w:rsidRPr="00FA507B" w:rsidRDefault="00FA507B" w:rsidP="00FA50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3. Wypustek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A. , Życie rodzinne starożytnych Greków, Ossolineum, Warszawa 2007,</w:t>
            </w:r>
            <w:r w:rsidRPr="00FA507B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br/>
              <w:t>4.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Pałubicki W., </w:t>
            </w:r>
            <w:proofErr w:type="spellStart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Iluk</w:t>
            </w:r>
            <w:proofErr w:type="spellEnd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J., Małżeństwo i rodzina w dawnym judaizmie i starożytności chrześcijańskiej Wydawnictwo Uniwersytetu Gdańskiego, Gdańsk 1995,</w:t>
            </w:r>
          </w:p>
          <w:p w:rsidR="00FA507B" w:rsidRPr="00FA507B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5. Winniczuk L.,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Ludzie, zwyczaje i obyczaje starożytnej Grecji i Rzymu, cz.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I,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Wydawnictwo Naukowe PWN, Warszawa 1985,</w:t>
            </w:r>
          </w:p>
          <w:p w:rsidR="00FA507B" w:rsidRPr="00FA507B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6. Nowak Z.H.,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Radzimiński A., Kobieta  i rodzina w średniowieczu i na  progu czasów nowożytnych,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Wydawnictwo Uniwersytetu Adama Mickiewicza,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Toruń 1998;</w:t>
            </w:r>
          </w:p>
          <w:p w:rsidR="00FA507B" w:rsidRPr="00FA507B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7. Rodzina w społeczeństwie antycznym i wczesnym chrześcijaństwie. Literatura, prawo, epigrafika, sztuka,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(red. J. </w:t>
            </w:r>
            <w:proofErr w:type="spellStart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Jundził</w:t>
            </w:r>
            <w:proofErr w:type="spellEnd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), Wydawnictwo Uczelniane WSP, Bydgoszcz 1995,</w:t>
            </w:r>
          </w:p>
          <w:p w:rsidR="00FA507B" w:rsidRPr="00FA507B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8.Dorida O., Panorama Oświecenia, Wydawnictwo Arkady, Warszawa  2008.</w:t>
            </w:r>
          </w:p>
          <w:p w:rsidR="00FA507B" w:rsidRPr="00FA507B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9. </w:t>
            </w:r>
            <w:proofErr w:type="spellStart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Avies</w:t>
            </w:r>
            <w:proofErr w:type="spellEnd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P. , Historia dzieciństwa.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Dziecko i rodzina w dawnych czasach,</w:t>
            </w:r>
          </w:p>
          <w:p w:rsidR="00FA507B" w:rsidRPr="00FA507B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(przeł. Ochab M.) , Wydawnictwo Marabut, Gdańsk 1995,</w:t>
            </w:r>
          </w:p>
          <w:p w:rsidR="00FA507B" w:rsidRPr="00FA507B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10. Bogucka, M., Gorsza Płeć. Kobiety w dziejach Europy od antyku po wiek XXI,  Wydawnictwo Trio,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Warszawa 2006</w:t>
            </w:r>
          </w:p>
          <w:p w:rsidR="00FA507B" w:rsidRPr="00FA507B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11.Bourdieu P., Męska dominacja,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(przeł. L. </w:t>
            </w:r>
            <w:proofErr w:type="spellStart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Koperewicz</w:t>
            </w:r>
            <w:proofErr w:type="spellEnd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)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Biblioteka Myśli Socjologicznej,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Oficyna Naukowa Warszawa  2004;</w:t>
            </w:r>
          </w:p>
          <w:p w:rsidR="00FA507B" w:rsidRPr="00FA507B" w:rsidRDefault="00FA507B" w:rsidP="00FA50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12. Tyszka  Z., Socjologia  rodziny ,Wydawnictwo Naukowe PWN,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Warszawa 1979,</w:t>
            </w:r>
          </w:p>
          <w:p w:rsidR="00FA507B" w:rsidRPr="00FA507B" w:rsidRDefault="00FA507B" w:rsidP="00FA50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13. Adamski F., Rodzina – wymiar społeczno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-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kulturowy, Wydawnictwo Uniwersytetu Jagiellońskiego, Kraków 2007,</w:t>
            </w:r>
          </w:p>
          <w:p w:rsidR="00FA507B" w:rsidRPr="00FA507B" w:rsidRDefault="00FA507B" w:rsidP="00FA50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14.Kocik L, Wzory małżeństwa i rodziny.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Od tradycyjnej jednorodności do współczesnych skrajności, Krakowskie  Towarzystwo Edukacyjne, Kraków 2002,</w:t>
            </w:r>
          </w:p>
          <w:p w:rsidR="00FA507B" w:rsidRPr="00FA507B" w:rsidRDefault="00FA507B" w:rsidP="00FA50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15.Kawula  S.,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Kształty rodziny współczesnej. Szkice </w:t>
            </w:r>
            <w:proofErr w:type="spellStart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familiologiczne</w:t>
            </w:r>
            <w:proofErr w:type="spellEnd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 Wydawnictwo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A. Marszałek,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Toruń 2008;</w:t>
            </w:r>
          </w:p>
          <w:p w:rsidR="00FA507B" w:rsidRPr="00FA507B" w:rsidRDefault="00FA507B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16.Szlendak T., Socjologia rodziny. Ewolucja, historia,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zróżnicowanie,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Wydawnictwo Naukowe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PWN, Warszawa 2010,</w:t>
            </w:r>
          </w:p>
          <w:p w:rsidR="00FA507B" w:rsidRPr="00FA507B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17.Giza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-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Poleszczuk A., Rodzina a system społeczny. Reprodukcja i kooperacja  w perspektywie interdyscyplinarnej, Uniwersytet Warszawski, Warszawa 2005,</w:t>
            </w:r>
          </w:p>
          <w:p w:rsidR="00FA507B" w:rsidRPr="00FA507B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18.Czekajewska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J., Przemiany życia rodzinnego. Studium etyczne,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lastRenderedPageBreak/>
              <w:t>Wydawnictwo Tako, Toruń 2014;</w:t>
            </w:r>
          </w:p>
          <w:p w:rsidR="00FA507B" w:rsidRPr="00FA507B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19.Szwarc A., Zmiany stanu cywilnego we współczesnej Europie -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kierunek przemiany oraz ich determinanty,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Państwowa Szkoła Wyższa im.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Jana Pawła II w Białej Podlaskiej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Rozprawy Społeczne 2017 r, Tom 11, nr 3,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s.:14-21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FA507B" w:rsidRPr="007A1B04" w:rsidRDefault="00FA507B" w:rsidP="00FA50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 w:rsidRPr="007A1B04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20.Slany K.,</w:t>
            </w:r>
            <w:r w:rsidR="00C0492C" w:rsidRPr="007A1B04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7A1B04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Altenatywne</w:t>
            </w:r>
            <w:proofErr w:type="spellEnd"/>
            <w:r w:rsidRPr="007A1B04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 xml:space="preserve"> formy życia małżeńsko</w:t>
            </w:r>
            <w:r w:rsidR="00C0492C" w:rsidRPr="007A1B04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-</w:t>
            </w:r>
            <w:r w:rsidRPr="007A1B04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rodzinnego w ponowoczesnym świeci</w:t>
            </w:r>
            <w:r w:rsidR="00C0492C" w:rsidRPr="007A1B04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e</w:t>
            </w:r>
            <w:r w:rsidRPr="007A1B04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  <w:t>, Kraków 2002;</w:t>
            </w:r>
          </w:p>
          <w:p w:rsidR="00FA507B" w:rsidRPr="00FA507B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21.</w:t>
            </w:r>
            <w:r w:rsidR="00C0492C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Kwak A.,</w:t>
            </w:r>
            <w:r w:rsidR="00C0492C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Współczesne związki heteroseksualne: małżeństwa (dobrowolnie  bezdzietne),</w:t>
            </w:r>
            <w:r w:rsidR="00C0492C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FA507B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kohabitacje</w:t>
            </w:r>
            <w:proofErr w:type="spellEnd"/>
            <w:r w:rsidRPr="00FA507B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  <w:r w:rsidR="00C0492C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LAT; Wydawnictwo Akademickie Żak,</w:t>
            </w:r>
            <w:r w:rsidR="00C0492C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Warszawa 2014</w:t>
            </w:r>
            <w:r w:rsidR="00C0492C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  <w:r w:rsidRPr="00FA507B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</w:rPr>
              <w:t xml:space="preserve">  </w:t>
            </w:r>
          </w:p>
          <w:p w:rsidR="00FA507B" w:rsidRPr="00FA507B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22.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Czernecka J., Wielkomiejscy single,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Wydawnictwo </w:t>
            </w:r>
            <w:proofErr w:type="spellStart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PolteX</w:t>
            </w:r>
            <w:proofErr w:type="spellEnd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 Warszawa 2011;</w:t>
            </w:r>
          </w:p>
          <w:p w:rsidR="00FA507B" w:rsidRPr="00FA507B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23.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Żurek A. , Single.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Życie w pojedynkę, Wydawnictwo Naukowe UAM , Poznań 2008,</w:t>
            </w:r>
          </w:p>
          <w:p w:rsidR="00FA507B" w:rsidRPr="00FA507B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24.Kuklińska </w:t>
            </w:r>
            <w:proofErr w:type="spellStart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K.L</w:t>
            </w:r>
            <w:proofErr w:type="spellEnd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Singlizm</w:t>
            </w:r>
            <w:proofErr w:type="spellEnd"/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nowy styl życia w ponowoczesnym świecie,  Wydawnictwo Trio,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Warszawa 2013,</w:t>
            </w:r>
          </w:p>
          <w:p w:rsidR="00FA507B" w:rsidRPr="00FA507B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25.Balcerek M.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Międzynarodowa ochrona  praw dziecka, Wydawnictwa Szkolne  i Pedagogiczne, Warszawa 1988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FA507B" w:rsidRPr="00FA507B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26.Kodeks rodzinny i opiekuńczy.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Twoje  Prawo 2019 ,Stan prawny 1 września 2019, wydawnictwo C. H. Beck , Warszawa 2019 ;</w:t>
            </w:r>
          </w:p>
          <w:p w:rsidR="00FA507B" w:rsidRPr="00C0492C" w:rsidRDefault="00FA507B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27.Ciszewski J.,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736AD8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E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uropejskie </w:t>
            </w:r>
            <w:r w:rsidRPr="00736AD8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prawo</w:t>
            </w:r>
            <w:r w:rsidR="00736AD8" w:rsidRPr="00736AD8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736AD8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małżeńskie  i dotycz</w:t>
            </w:r>
            <w:r w:rsidR="00736AD8" w:rsidRPr="00736AD8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ą</w:t>
            </w:r>
            <w:r w:rsidRPr="00736AD8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ce odpowiedzialności</w:t>
            </w:r>
            <w:r w:rsidR="00C0492C" w:rsidRPr="00736AD8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736AD8">
              <w:rPr>
                <w:rFonts w:ascii="Corbel" w:eastAsia="SimSun" w:hAnsi="Corbel" w:cs="Mangal"/>
                <w:color w:val="000000"/>
                <w:kern w:val="3"/>
                <w:szCs w:val="24"/>
                <w:lang w:eastAsia="zh-CN" w:bidi="hi-IN"/>
              </w:rPr>
              <w:t>rodzicielskiej,</w:t>
            </w:r>
            <w:r w:rsidR="00C0492C" w:rsidRPr="00736AD8">
              <w:rPr>
                <w:rFonts w:ascii="Corbel" w:eastAsia="SimSun" w:hAnsi="Corbel" w:cs="Mangal"/>
                <w:color w:val="000000"/>
                <w:kern w:val="3"/>
                <w:szCs w:val="24"/>
                <w:lang w:eastAsia="zh-CN" w:bidi="hi-IN"/>
              </w:rPr>
              <w:t xml:space="preserve"> </w:t>
            </w:r>
            <w:r w:rsidRPr="00736AD8">
              <w:rPr>
                <w:rFonts w:ascii="Corbel" w:eastAsia="SimSun" w:hAnsi="Corbel" w:cs="Mangal"/>
                <w:color w:val="000000"/>
                <w:kern w:val="3"/>
                <w:szCs w:val="24"/>
                <w:lang w:eastAsia="zh-CN" w:bidi="hi-IN"/>
              </w:rPr>
              <w:t>Wydawnictwo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Cs w:val="24"/>
                <w:lang w:eastAsia="zh-CN" w:bidi="hi-IN"/>
              </w:rPr>
              <w:t xml:space="preserve">  </w:t>
            </w:r>
            <w:proofErr w:type="spellStart"/>
            <w:r w:rsidRPr="00FA507B">
              <w:rPr>
                <w:rFonts w:ascii="Corbel" w:eastAsia="SimSun" w:hAnsi="Corbel" w:cs="Mangal"/>
                <w:color w:val="000000"/>
                <w:kern w:val="3"/>
                <w:szCs w:val="24"/>
                <w:lang w:eastAsia="zh-CN" w:bidi="hi-IN"/>
              </w:rPr>
              <w:t>C.H.Beck</w:t>
            </w:r>
            <w:proofErr w:type="spellEnd"/>
            <w:r w:rsidRPr="00FA507B">
              <w:rPr>
                <w:rFonts w:ascii="Corbel" w:eastAsia="SimSun" w:hAnsi="Corbel" w:cs="Mangal"/>
                <w:color w:val="000000"/>
                <w:kern w:val="3"/>
                <w:szCs w:val="24"/>
                <w:lang w:eastAsia="zh-CN" w:bidi="hi-IN"/>
              </w:rPr>
              <w:t>,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Cs w:val="24"/>
                <w:lang w:eastAsia="zh-CN" w:bidi="hi-IN"/>
              </w:rPr>
              <w:t xml:space="preserve"> </w:t>
            </w:r>
            <w:r w:rsidRPr="00FA507B">
              <w:rPr>
                <w:rFonts w:ascii="Corbel" w:eastAsia="SimSun" w:hAnsi="Corbel" w:cs="Mangal"/>
                <w:color w:val="000000"/>
                <w:kern w:val="3"/>
                <w:szCs w:val="24"/>
                <w:lang w:eastAsia="zh-CN" w:bidi="hi-IN"/>
              </w:rPr>
              <w:t>Warszawa 2004.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0492C" w:rsidRPr="00C0492C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1.Wychowanie w rodzinie od starożytności po wiek XX,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(red. Jundziłł J.), Wydawnictwo WSP, Bydgoszcz 1994;</w:t>
            </w:r>
          </w:p>
          <w:p w:rsidR="00C0492C" w:rsidRPr="00C0492C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2.Wojciszke B., Psychologia 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m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iłości.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Namiętność,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intymność,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zaangażowanie,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Gdańskie Wydawnictwo  Psychologiczne, Gdańsk 2019;</w:t>
            </w:r>
          </w:p>
          <w:p w:rsidR="00C0492C" w:rsidRPr="00C0492C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3.Kotlarska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-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Michalska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A.,</w:t>
            </w:r>
            <w:r w:rsidR="00736AD8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Małżeństwo, związek,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wspólnota,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instytucja,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podsystem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rodzaj stosunku społecznego, Roczniki Socjologii Rodziny, t.</w:t>
            </w:r>
            <w:r w:rsidR="00736AD8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X ,1998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s.:49-66;</w:t>
            </w:r>
          </w:p>
          <w:p w:rsidR="00C0492C" w:rsidRPr="00C0492C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4.Buss D., Ewolucja pożądania,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Gdańskie Wydawnictwo Psychologiczne Gdańsk2014;</w:t>
            </w:r>
          </w:p>
          <w:p w:rsidR="00C0492C" w:rsidRPr="00C0492C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5.BaumanZ., Ponowoczesność, jako źródło cierpień,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Wydawnictwo SIC!, Warszawa 2000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C0492C" w:rsidRPr="00C0492C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6. </w:t>
            </w:r>
            <w:proofErr w:type="spellStart"/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Boudillard</w:t>
            </w:r>
            <w:proofErr w:type="spellEnd"/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J., Społeczeństwo konsumpcyjne jego mity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i struktury, Wydawnictwo Sic!, Warszawa 2006;</w:t>
            </w:r>
          </w:p>
          <w:p w:rsidR="00C0492C" w:rsidRPr="00C0492C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7.Kocik L. Rodzina w obliczu wartości i wzorów ponowoczesnego życia, Oficyna Wydawnicza AFM, Kraków 2006,</w:t>
            </w:r>
          </w:p>
          <w:p w:rsidR="00C0492C" w:rsidRPr="00C0492C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8.Współczesna  rodzina, Szanse – zagrożenia- kierunek przemian, (red. </w:t>
            </w:r>
            <w:proofErr w:type="spellStart"/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Pujer</w:t>
            </w:r>
            <w:proofErr w:type="spellEnd"/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K),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Wydawca </w:t>
            </w:r>
            <w:proofErr w:type="spellStart"/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Exante</w:t>
            </w:r>
            <w:proofErr w:type="spellEnd"/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Wrocław 2016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C0492C" w:rsidRPr="00C0492C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9.Sirojć Z. ,Globalizacja kultury, Międzynarodowe Studia  Humanistyczne Społeczeństwo i Eduk</w:t>
            </w:r>
            <w:r w:rsidR="00736AD8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a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cja  1/2012,s. 149 -155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C0492C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10.Zalety i wady życia w rodzinie  i poza  nią. Szkice socjologiczne oraz  interdyscyplinarne,(red.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Kotlarska-Michalska A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), Wydawnictwo Naukowe UAM, Poznań,</w:t>
            </w:r>
          </w:p>
          <w:p w:rsidR="00C0492C" w:rsidRPr="00C0492C" w:rsidRDefault="00736AD8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11. </w:t>
            </w:r>
            <w:r w:rsidR="00C0492C"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Małżeństwo i rodzina w ponowoczesności. Szanse i zagrożenia- patologie, (red. Muszyński W. , Sikora E.), Wydawnictwo A. Marszałek , Toruń 2008</w:t>
            </w:r>
            <w:r w:rsid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C0492C" w:rsidRPr="00C0492C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</w:t>
            </w:r>
            <w:r w:rsidR="00736AD8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2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.Harwas Napierała B., Znaczenie  przemian współczesnej rodziny dla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lastRenderedPageBreak/>
              <w:t>rozwoju człowieka, Psychologia Rozwojowa,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Wydawca: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Po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l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skie Stowarzyszenie Psychologii Rozwoju Człowieka , Kraków 2008,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t.13,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nr 3,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s:21-27</w:t>
            </w:r>
            <w:r w:rsidR="00736AD8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C0492C" w:rsidRPr="00C0492C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</w:rPr>
            </w:pP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</w:t>
            </w:r>
            <w:r w:rsidR="00736AD8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3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.Instytucja rodziny. Wczoraj i dziś.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Między prawem a rynkiem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(Stępkowska K. M., Stępkowska K.J., Politechnika  Lubelska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Cop</w:t>
            </w:r>
            <w:r w:rsidR="00F4266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y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right by </w:t>
            </w:r>
            <w:proofErr w:type="spellStart"/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Authors</w:t>
            </w:r>
            <w:proofErr w:type="spellEnd"/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 T.1, T.2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Lublin 2012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C0492C" w:rsidRPr="00C0492C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</w:t>
            </w:r>
            <w:r w:rsidR="00736AD8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4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.Ruszkiewicz D., Życie w pojedynkę  - ucieczka  czy znak naszych czasów , Wydawnictwo Wyższej Szkoły Humanistyczno-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E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konomicznej, Łódź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2008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C0492C" w:rsidRPr="00C0492C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</w:t>
            </w:r>
            <w:r w:rsidR="00736AD8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5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.D.Duch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-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Krzystoszek, Kto rządzi w rodzinie.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Socjologiczna  analiza relacji w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małżeństwie,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Wydawnictwo IFIS PAN, Warszawa 2007;</w:t>
            </w:r>
          </w:p>
          <w:p w:rsidR="00C0492C" w:rsidRPr="00C0492C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</w:t>
            </w:r>
            <w:r w:rsidR="00736AD8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6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.Gębuś A., Rodzina?, Tak, ale  jaka?, Wydawnictwo Akademickie Żak, Warszawa 2005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C0492C" w:rsidRPr="00C0492C" w:rsidRDefault="00C0492C" w:rsidP="00C0492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</w:t>
            </w:r>
            <w:r w:rsidR="00736AD8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7.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Sikorska M. , Nowa matka , nowy ojciec, nowe  dziecko o nowym układzie sił w polskich  rodzinach , Warszawa 2009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C0492C" w:rsidRPr="00C0492C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1</w:t>
            </w:r>
            <w:r w:rsidR="00736AD8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8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.Ludzie na huśtawce. Migracje między peryferiami Polski i Zachodu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,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(red. Jaźwińska E. , Okólski M.),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Wydawnictwo Naukowe Scholar, Warszawa 2001</w:t>
            </w:r>
            <w:r>
              <w:rPr>
                <w:rFonts w:ascii="Corbel" w:eastAsia="SimSun" w:hAnsi="Corbel" w:cs="Mangal"/>
                <w:color w:val="000000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C0492C" w:rsidRPr="009C54AE" w:rsidRDefault="00C0492C" w:rsidP="00C0492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0492C">
              <w:rPr>
                <w:rFonts w:ascii="Corbel" w:eastAsia="SimSun" w:hAnsi="Corbel" w:cs="Mangal"/>
                <w:b w:val="0"/>
                <w:smallCaps w:val="0"/>
                <w:color w:val="000000"/>
                <w:kern w:val="3"/>
                <w:szCs w:val="24"/>
                <w:lang w:eastAsia="zh-CN" w:bidi="hi-IN"/>
              </w:rPr>
              <w:t>1</w:t>
            </w:r>
            <w:r w:rsidR="00736AD8">
              <w:rPr>
                <w:rFonts w:ascii="Corbel" w:eastAsia="SimSun" w:hAnsi="Corbel" w:cs="Mangal"/>
                <w:b w:val="0"/>
                <w:smallCaps w:val="0"/>
                <w:color w:val="000000"/>
                <w:kern w:val="3"/>
                <w:szCs w:val="24"/>
                <w:lang w:eastAsia="zh-CN" w:bidi="hi-IN"/>
              </w:rPr>
              <w:t>9</w:t>
            </w:r>
            <w:r w:rsidRPr="00C0492C">
              <w:rPr>
                <w:rFonts w:ascii="Corbel" w:eastAsia="SimSun" w:hAnsi="Corbel" w:cs="Mangal"/>
                <w:b w:val="0"/>
                <w:smallCaps w:val="0"/>
                <w:color w:val="000000"/>
                <w:kern w:val="3"/>
                <w:szCs w:val="24"/>
                <w:lang w:eastAsia="zh-CN" w:bidi="hi-IN"/>
              </w:rPr>
              <w:t>.Konwencja o Ochronie Praw</w:t>
            </w:r>
            <w:r>
              <w:rPr>
                <w:rFonts w:ascii="Corbel" w:eastAsia="SimSun" w:hAnsi="Corbel" w:cs="Mangal"/>
                <w:b w:val="0"/>
                <w:smallCaps w:val="0"/>
                <w:color w:val="000000"/>
                <w:kern w:val="3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b w:val="0"/>
                <w:smallCaps w:val="0"/>
                <w:color w:val="000000"/>
                <w:kern w:val="3"/>
                <w:szCs w:val="24"/>
                <w:lang w:eastAsia="zh-CN" w:bidi="hi-IN"/>
              </w:rPr>
              <w:t>Człowieka i</w:t>
            </w:r>
            <w:r>
              <w:rPr>
                <w:rFonts w:ascii="Corbel" w:eastAsia="SimSun" w:hAnsi="Corbel" w:cs="Mangal"/>
                <w:b w:val="0"/>
                <w:smallCaps w:val="0"/>
                <w:color w:val="000000"/>
                <w:kern w:val="3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b w:val="0"/>
                <w:smallCaps w:val="0"/>
                <w:color w:val="000000"/>
                <w:kern w:val="3"/>
                <w:szCs w:val="24"/>
                <w:lang w:eastAsia="zh-CN" w:bidi="hi-IN"/>
              </w:rPr>
              <w:t>Podstawowych wolności, Komentarz T.I, (red.</w:t>
            </w:r>
            <w:r>
              <w:rPr>
                <w:rFonts w:ascii="Corbel" w:eastAsia="SimSun" w:hAnsi="Corbel" w:cs="Mangal"/>
                <w:b w:val="0"/>
                <w:smallCaps w:val="0"/>
                <w:color w:val="000000"/>
                <w:kern w:val="3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b w:val="0"/>
                <w:smallCaps w:val="0"/>
                <w:color w:val="000000"/>
                <w:kern w:val="3"/>
                <w:szCs w:val="24"/>
                <w:lang w:eastAsia="zh-CN" w:bidi="hi-IN"/>
              </w:rPr>
              <w:t>Gardocki</w:t>
            </w:r>
            <w:r>
              <w:rPr>
                <w:rFonts w:ascii="Corbel" w:eastAsia="SimSun" w:hAnsi="Corbel" w:cs="Mangal"/>
                <w:b w:val="0"/>
                <w:smallCaps w:val="0"/>
                <w:color w:val="000000"/>
                <w:kern w:val="3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b w:val="0"/>
                <w:smallCaps w:val="0"/>
                <w:color w:val="000000"/>
                <w:kern w:val="3"/>
                <w:szCs w:val="24"/>
                <w:lang w:eastAsia="zh-CN" w:bidi="hi-IN"/>
              </w:rPr>
              <w:t>L.</w:t>
            </w:r>
            <w:r>
              <w:rPr>
                <w:rFonts w:ascii="Corbel" w:eastAsia="SimSun" w:hAnsi="Corbel" w:cs="Mangal"/>
                <w:b w:val="0"/>
                <w:smallCaps w:val="0"/>
                <w:color w:val="000000"/>
                <w:kern w:val="3"/>
                <w:szCs w:val="24"/>
                <w:lang w:eastAsia="zh-CN" w:bidi="hi-IN"/>
              </w:rPr>
              <w:t>)</w:t>
            </w:r>
            <w:r w:rsidRPr="00C0492C">
              <w:rPr>
                <w:rFonts w:ascii="Corbel" w:eastAsia="SimSun" w:hAnsi="Corbel" w:cs="Mangal"/>
                <w:b w:val="0"/>
                <w:smallCaps w:val="0"/>
                <w:color w:val="000000"/>
                <w:kern w:val="3"/>
                <w:szCs w:val="24"/>
                <w:lang w:eastAsia="zh-CN" w:bidi="hi-IN"/>
              </w:rPr>
              <w:t>, Wydawnictwo C.H. BECK, Warszawa</w:t>
            </w:r>
            <w:r w:rsidR="00736AD8">
              <w:rPr>
                <w:rFonts w:ascii="Corbel" w:eastAsia="SimSun" w:hAnsi="Corbel" w:cs="Mangal"/>
                <w:b w:val="0"/>
                <w:smallCaps w:val="0"/>
                <w:color w:val="000000"/>
                <w:kern w:val="3"/>
                <w:szCs w:val="24"/>
                <w:lang w:eastAsia="zh-CN" w:bidi="hi-IN"/>
              </w:rPr>
              <w:t xml:space="preserve"> </w:t>
            </w:r>
            <w:r w:rsidRPr="00C0492C">
              <w:rPr>
                <w:rFonts w:ascii="Corbel" w:eastAsia="SimSun" w:hAnsi="Corbel" w:cs="Mangal"/>
                <w:b w:val="0"/>
                <w:smallCaps w:val="0"/>
                <w:color w:val="000000"/>
                <w:kern w:val="3"/>
                <w:szCs w:val="24"/>
                <w:lang w:eastAsia="zh-CN" w:bidi="hi-IN"/>
              </w:rPr>
              <w:t>2010</w:t>
            </w:r>
            <w:r>
              <w:rPr>
                <w:rFonts w:ascii="Corbel" w:eastAsia="SimSun" w:hAnsi="Corbel" w:cs="Mangal"/>
                <w:b w:val="0"/>
                <w:smallCaps w:val="0"/>
                <w:color w:val="000000"/>
                <w:kern w:val="3"/>
                <w:szCs w:val="24"/>
                <w:lang w:eastAsia="zh-CN" w:bidi="hi-IN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2F4" w:rsidRDefault="00CF02F4" w:rsidP="00C16ABF">
      <w:pPr>
        <w:spacing w:after="0" w:line="240" w:lineRule="auto"/>
      </w:pPr>
      <w:r>
        <w:separator/>
      </w:r>
    </w:p>
  </w:endnote>
  <w:endnote w:type="continuationSeparator" w:id="0">
    <w:p w:rsidR="00CF02F4" w:rsidRDefault="00CF02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2F4" w:rsidRDefault="00CF02F4" w:rsidP="00C16ABF">
      <w:pPr>
        <w:spacing w:after="0" w:line="240" w:lineRule="auto"/>
      </w:pPr>
      <w:r>
        <w:separator/>
      </w:r>
    </w:p>
  </w:footnote>
  <w:footnote w:type="continuationSeparator" w:id="0">
    <w:p w:rsidR="00CF02F4" w:rsidRDefault="00CF02F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3D27C5"/>
    <w:multiLevelType w:val="hybridMultilevel"/>
    <w:tmpl w:val="5B8699C2"/>
    <w:lvl w:ilvl="0" w:tplc="8110B800">
      <w:start w:val="7"/>
      <w:numFmt w:val="bullet"/>
      <w:lvlText w:val="-"/>
      <w:lvlJc w:val="left"/>
      <w:pPr>
        <w:ind w:left="405" w:hanging="360"/>
      </w:pPr>
      <w:rPr>
        <w:rFonts w:ascii="Corbel" w:eastAsia="SimSun" w:hAnsi="Corbel" w:cs="Mang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04C"/>
    <w:rsid w:val="00015B8F"/>
    <w:rsid w:val="00022ECE"/>
    <w:rsid w:val="00042A51"/>
    <w:rsid w:val="00042D2E"/>
    <w:rsid w:val="00044C82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D0E"/>
    <w:rsid w:val="001640A7"/>
    <w:rsid w:val="00164FA7"/>
    <w:rsid w:val="00166A03"/>
    <w:rsid w:val="001718A7"/>
    <w:rsid w:val="00171C94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0328B"/>
    <w:rsid w:val="002144C0"/>
    <w:rsid w:val="0022477D"/>
    <w:rsid w:val="002278A9"/>
    <w:rsid w:val="002336F9"/>
    <w:rsid w:val="0024028F"/>
    <w:rsid w:val="00244ABC"/>
    <w:rsid w:val="002540F4"/>
    <w:rsid w:val="00281FF2"/>
    <w:rsid w:val="002857DE"/>
    <w:rsid w:val="002909D0"/>
    <w:rsid w:val="00291567"/>
    <w:rsid w:val="002A03B9"/>
    <w:rsid w:val="002A22BF"/>
    <w:rsid w:val="002A2389"/>
    <w:rsid w:val="002A5B16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803"/>
    <w:rsid w:val="003343CF"/>
    <w:rsid w:val="00345B97"/>
    <w:rsid w:val="00346FE9"/>
    <w:rsid w:val="0034759A"/>
    <w:rsid w:val="003503F6"/>
    <w:rsid w:val="003530DD"/>
    <w:rsid w:val="00363F78"/>
    <w:rsid w:val="00383A0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5970"/>
    <w:rsid w:val="0045729E"/>
    <w:rsid w:val="0046084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11D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563"/>
    <w:rsid w:val="00696477"/>
    <w:rsid w:val="006B0C84"/>
    <w:rsid w:val="006B6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736"/>
    <w:rsid w:val="007327BD"/>
    <w:rsid w:val="00734608"/>
    <w:rsid w:val="00736AD8"/>
    <w:rsid w:val="00745302"/>
    <w:rsid w:val="007461D6"/>
    <w:rsid w:val="00746EC8"/>
    <w:rsid w:val="00763BF1"/>
    <w:rsid w:val="00766FD4"/>
    <w:rsid w:val="0078168C"/>
    <w:rsid w:val="00787C2A"/>
    <w:rsid w:val="00790E27"/>
    <w:rsid w:val="007A1B04"/>
    <w:rsid w:val="007A4022"/>
    <w:rsid w:val="007A6E6E"/>
    <w:rsid w:val="007C3299"/>
    <w:rsid w:val="007C3BCC"/>
    <w:rsid w:val="007C3D82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C42"/>
    <w:rsid w:val="008B1066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E6D8D"/>
    <w:rsid w:val="008F12C9"/>
    <w:rsid w:val="008F6E29"/>
    <w:rsid w:val="00916188"/>
    <w:rsid w:val="00923D7D"/>
    <w:rsid w:val="009508DF"/>
    <w:rsid w:val="00950DAC"/>
    <w:rsid w:val="00954A07"/>
    <w:rsid w:val="00956799"/>
    <w:rsid w:val="00966EEB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55E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92C"/>
    <w:rsid w:val="00C05176"/>
    <w:rsid w:val="00C058B4"/>
    <w:rsid w:val="00C05F44"/>
    <w:rsid w:val="00C131B5"/>
    <w:rsid w:val="00C16ABF"/>
    <w:rsid w:val="00C170AE"/>
    <w:rsid w:val="00C26CB7"/>
    <w:rsid w:val="00C324C1"/>
    <w:rsid w:val="00C36992"/>
    <w:rsid w:val="00C46C7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F02F4"/>
    <w:rsid w:val="00CF25BE"/>
    <w:rsid w:val="00CF78ED"/>
    <w:rsid w:val="00D02B25"/>
    <w:rsid w:val="00D02EBA"/>
    <w:rsid w:val="00D17C3C"/>
    <w:rsid w:val="00D26B2C"/>
    <w:rsid w:val="00D31198"/>
    <w:rsid w:val="00D31F50"/>
    <w:rsid w:val="00D34C9D"/>
    <w:rsid w:val="00D352C9"/>
    <w:rsid w:val="00D35DE2"/>
    <w:rsid w:val="00D425B2"/>
    <w:rsid w:val="00D428D6"/>
    <w:rsid w:val="00D552B2"/>
    <w:rsid w:val="00D608D1"/>
    <w:rsid w:val="00D7181E"/>
    <w:rsid w:val="00D74119"/>
    <w:rsid w:val="00D8075B"/>
    <w:rsid w:val="00D8678B"/>
    <w:rsid w:val="00DA2114"/>
    <w:rsid w:val="00DA4EB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310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66C"/>
    <w:rsid w:val="00F526AF"/>
    <w:rsid w:val="00F617C3"/>
    <w:rsid w:val="00F7066B"/>
    <w:rsid w:val="00F83B28"/>
    <w:rsid w:val="00FA46E5"/>
    <w:rsid w:val="00FA507B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E9FA7"/>
  <w15:docId w15:val="{CADEB785-9C0C-4AF6-AAA4-824FC4100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otnoteanchor">
    <w:name w:val="Footnote anchor"/>
    <w:rsid w:val="00D34C9D"/>
    <w:rPr>
      <w:position w:val="0"/>
      <w:vertAlign w:val="superscript"/>
    </w:rPr>
  </w:style>
  <w:style w:type="paragraph" w:customStyle="1" w:styleId="Standard">
    <w:name w:val="Standard"/>
    <w:rsid w:val="008A4C42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styleId="Pogrubienie">
    <w:name w:val="Strong"/>
    <w:basedOn w:val="Domylnaczcionkaakapitu"/>
    <w:uiPriority w:val="22"/>
    <w:qFormat/>
    <w:rsid w:val="002032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12B0C-E9B9-40D8-831B-7765795B7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1955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2021-01-11T16:12:00Z</dcterms:created>
  <dcterms:modified xsi:type="dcterms:W3CDTF">2022-02-23T12:32:00Z</dcterms:modified>
</cp:coreProperties>
</file>